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 w:val="0"/>
        <w:snapToGrid w:val="0"/>
        <w:spacing w:before="0" w:beforeAutospacing="0" w:after="0" w:afterAutospacing="0" w:line="440" w:lineRule="exact"/>
        <w:jc w:val="both"/>
        <w:rPr>
          <w:rFonts w:hint="eastAsia" w:ascii="仿宋_GB2312" w:eastAsia="仿宋_GB2312"/>
          <w:color w:val="000000"/>
          <w:kern w:val="2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000000"/>
          <w:kern w:val="2"/>
          <w:sz w:val="28"/>
          <w:szCs w:val="28"/>
        </w:rPr>
        <w:t>附件</w:t>
      </w:r>
      <w:r>
        <w:rPr>
          <w:rFonts w:hint="eastAsia" w:ascii="仿宋_GB2312" w:eastAsia="仿宋_GB2312"/>
          <w:color w:val="000000"/>
          <w:kern w:val="2"/>
          <w:sz w:val="28"/>
          <w:szCs w:val="28"/>
          <w:lang w:val="en-US" w:eastAsia="zh-CN"/>
        </w:rPr>
        <w:t>2</w:t>
      </w:r>
    </w:p>
    <w:p>
      <w:pPr>
        <w:spacing w:line="440" w:lineRule="exact"/>
        <w:jc w:val="center"/>
        <w:rPr>
          <w:rFonts w:ascii="方正小标宋简体" w:eastAsia="方正小标宋简体"/>
          <w:bCs/>
          <w:color w:val="000000"/>
          <w:sz w:val="36"/>
          <w:szCs w:val="36"/>
        </w:rPr>
      </w:pPr>
      <w:r>
        <w:rPr>
          <w:rFonts w:hint="eastAsia" w:ascii="方正小标宋简体" w:eastAsia="方正小标宋简体"/>
          <w:bCs/>
          <w:color w:val="000000"/>
          <w:sz w:val="36"/>
          <w:szCs w:val="36"/>
        </w:rPr>
        <w:t>北京市高等教育学会2024年课题指南</w:t>
      </w:r>
    </w:p>
    <w:p>
      <w:pPr>
        <w:adjustRightInd w:val="0"/>
        <w:snapToGrid w:val="0"/>
        <w:spacing w:line="440" w:lineRule="exact"/>
        <w:ind w:left="115" w:leftChars="48" w:firstLine="480" w:firstLineChars="200"/>
        <w:rPr>
          <w:rFonts w:ascii="仿宋_GB2312" w:hAnsi="Arial" w:eastAsia="仿宋_GB2312" w:cs="Arial"/>
          <w:szCs w:val="21"/>
        </w:rPr>
      </w:pPr>
    </w:p>
    <w:p>
      <w:pPr>
        <w:adjustRightInd w:val="0"/>
        <w:snapToGrid w:val="0"/>
        <w:spacing w:line="480" w:lineRule="exact"/>
        <w:ind w:firstLine="560" w:firstLineChars="200"/>
        <w:rPr>
          <w:rFonts w:eastAsia="仿宋_GB2312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2024年课题设立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个</w:t>
      </w:r>
      <w:r>
        <w:rPr>
          <w:sz w:val="28"/>
          <w:szCs w:val="28"/>
        </w:rPr>
        <w:t>鼓励研究领域。</w:t>
      </w:r>
      <w:r>
        <w:rPr>
          <w:color w:val="000000"/>
          <w:sz w:val="28"/>
          <w:szCs w:val="28"/>
        </w:rPr>
        <w:t>申请人根据</w:t>
      </w:r>
      <w:r>
        <w:rPr>
          <w:sz w:val="28"/>
          <w:szCs w:val="28"/>
        </w:rPr>
        <w:t>鼓励研究领域，</w:t>
      </w:r>
      <w:r>
        <w:rPr>
          <w:color w:val="000000"/>
          <w:sz w:val="28"/>
          <w:szCs w:val="28"/>
        </w:rPr>
        <w:t>结合自己的研究兴趣和研究基础，选择重点课题或面上课题进行申报。</w:t>
      </w:r>
      <w:r>
        <w:rPr>
          <w:rFonts w:hint="eastAsia"/>
          <w:color w:val="000000"/>
          <w:sz w:val="28"/>
          <w:szCs w:val="28"/>
        </w:rPr>
        <w:t>鼓励教师基于学科专业、课程教学、高校管理等实际工作，聚焦教育教学具体问题，细化研究题目和内容，扎实开展课题研究。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高校思想政治教育创新实践研究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新质生产力与高校人才培养改革</w:t>
      </w:r>
      <w:r>
        <w:rPr>
          <w:color w:val="000000"/>
          <w:sz w:val="28"/>
          <w:szCs w:val="28"/>
        </w:rPr>
        <w:t>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数</w:t>
      </w:r>
      <w:r>
        <w:rPr>
          <w:rFonts w:hint="eastAsia"/>
          <w:color w:val="000000"/>
          <w:sz w:val="28"/>
          <w:szCs w:val="28"/>
        </w:rPr>
        <w:t>智</w:t>
      </w:r>
      <w:r>
        <w:rPr>
          <w:color w:val="000000"/>
          <w:sz w:val="28"/>
          <w:szCs w:val="28"/>
        </w:rPr>
        <w:t>化与高</w:t>
      </w:r>
      <w:r>
        <w:rPr>
          <w:rFonts w:hint="eastAsia"/>
          <w:color w:val="000000"/>
          <w:sz w:val="28"/>
          <w:szCs w:val="28"/>
        </w:rPr>
        <w:t>校管理创新</w:t>
      </w:r>
      <w:r>
        <w:rPr>
          <w:color w:val="000000"/>
          <w:sz w:val="28"/>
          <w:szCs w:val="28"/>
        </w:rPr>
        <w:t>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人工智能在教育教学中的应用案例研究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知识图谱与教育教学改革研究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高校产教融合、科教融汇案例研究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高校学科专业建设与发展研究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新工科、新医科、新农科、新文科建设研究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基础学科人才培养</w:t>
      </w:r>
      <w:r>
        <w:rPr>
          <w:rFonts w:hint="eastAsia"/>
          <w:color w:val="000000"/>
          <w:sz w:val="28"/>
          <w:szCs w:val="28"/>
        </w:rPr>
        <w:t>的课程、教材、实践项目</w:t>
      </w:r>
      <w:r>
        <w:rPr>
          <w:color w:val="000000"/>
          <w:sz w:val="28"/>
          <w:szCs w:val="28"/>
        </w:rPr>
        <w:t>创新研究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一流课程建设研究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优秀教材建设研究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实践育人体系、模式创新和平台建设研究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生态文明教育理论与实践研究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研究生教育高质量发展研究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大学生就业与创新创业教育研究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大学生心理健康教育研究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新时代高校体育、美育、劳动教育研究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新时代高校教师队伍建设研究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新形势下</w:t>
      </w:r>
      <w:r>
        <w:rPr>
          <w:color w:val="000000"/>
          <w:sz w:val="28"/>
          <w:szCs w:val="28"/>
        </w:rPr>
        <w:t>高</w:t>
      </w:r>
      <w:r>
        <w:rPr>
          <w:rFonts w:hint="eastAsia"/>
          <w:color w:val="000000"/>
          <w:sz w:val="28"/>
          <w:szCs w:val="28"/>
        </w:rPr>
        <w:t>等教育</w:t>
      </w:r>
      <w:r>
        <w:rPr>
          <w:color w:val="000000"/>
          <w:sz w:val="28"/>
          <w:szCs w:val="28"/>
        </w:rPr>
        <w:t>国际</w:t>
      </w:r>
      <w:r>
        <w:rPr>
          <w:rFonts w:hint="eastAsia"/>
          <w:color w:val="000000"/>
          <w:sz w:val="28"/>
          <w:szCs w:val="28"/>
        </w:rPr>
        <w:t>化研究</w:t>
      </w:r>
    </w:p>
    <w:p>
      <w:pPr>
        <w:pStyle w:val="24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高素质技术技能人才培养研究</w:t>
      </w:r>
    </w:p>
    <w:p>
      <w:pPr>
        <w:rPr>
          <w:color w:val="000000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71" w:right="1474" w:bottom="1814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3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B0AA7"/>
    <w:multiLevelType w:val="multilevel"/>
    <w:tmpl w:val="5EFB0AA7"/>
    <w:lvl w:ilvl="0" w:tentative="0">
      <w:start w:val="1"/>
      <w:numFmt w:val="decimal"/>
      <w:lvlText w:val="%1."/>
      <w:lvlJc w:val="left"/>
      <w:pPr>
        <w:ind w:left="9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yNjkxNDZlOTlkYjNiN2YyY2M1N2E0ZTFkNTNmNDYifQ=="/>
  </w:docVars>
  <w:rsids>
    <w:rsidRoot w:val="008C529E"/>
    <w:rsid w:val="00011A41"/>
    <w:rsid w:val="00013223"/>
    <w:rsid w:val="00017376"/>
    <w:rsid w:val="000231F5"/>
    <w:rsid w:val="00023FED"/>
    <w:rsid w:val="00025380"/>
    <w:rsid w:val="00025ADC"/>
    <w:rsid w:val="00027465"/>
    <w:rsid w:val="000328E9"/>
    <w:rsid w:val="000349A6"/>
    <w:rsid w:val="000408CD"/>
    <w:rsid w:val="00041D6C"/>
    <w:rsid w:val="00043EE2"/>
    <w:rsid w:val="00051752"/>
    <w:rsid w:val="00053663"/>
    <w:rsid w:val="00053A5D"/>
    <w:rsid w:val="000669FA"/>
    <w:rsid w:val="00074211"/>
    <w:rsid w:val="00081E2B"/>
    <w:rsid w:val="0009380C"/>
    <w:rsid w:val="000A3A47"/>
    <w:rsid w:val="000A6E89"/>
    <w:rsid w:val="000B067C"/>
    <w:rsid w:val="000B4F6E"/>
    <w:rsid w:val="000C2B7C"/>
    <w:rsid w:val="000D0F6D"/>
    <w:rsid w:val="000D42FE"/>
    <w:rsid w:val="000D5C9E"/>
    <w:rsid w:val="000D6F21"/>
    <w:rsid w:val="000E437E"/>
    <w:rsid w:val="000E4CD9"/>
    <w:rsid w:val="000E6018"/>
    <w:rsid w:val="000E7468"/>
    <w:rsid w:val="000E792E"/>
    <w:rsid w:val="000F469B"/>
    <w:rsid w:val="000F4C77"/>
    <w:rsid w:val="000F7DFF"/>
    <w:rsid w:val="00101A8C"/>
    <w:rsid w:val="0010208E"/>
    <w:rsid w:val="00105E3E"/>
    <w:rsid w:val="00107759"/>
    <w:rsid w:val="001109A6"/>
    <w:rsid w:val="001119B5"/>
    <w:rsid w:val="001156E7"/>
    <w:rsid w:val="00116836"/>
    <w:rsid w:val="001205E1"/>
    <w:rsid w:val="00120DC6"/>
    <w:rsid w:val="00120E1E"/>
    <w:rsid w:val="0012468D"/>
    <w:rsid w:val="001248DE"/>
    <w:rsid w:val="00124CE3"/>
    <w:rsid w:val="001262FF"/>
    <w:rsid w:val="00126BEB"/>
    <w:rsid w:val="00134A14"/>
    <w:rsid w:val="00135E5A"/>
    <w:rsid w:val="00136B40"/>
    <w:rsid w:val="001377B8"/>
    <w:rsid w:val="00143A83"/>
    <w:rsid w:val="001457CF"/>
    <w:rsid w:val="0014697A"/>
    <w:rsid w:val="0015049D"/>
    <w:rsid w:val="001603C0"/>
    <w:rsid w:val="0016040C"/>
    <w:rsid w:val="00160EB4"/>
    <w:rsid w:val="00164E50"/>
    <w:rsid w:val="00166C42"/>
    <w:rsid w:val="00171E1C"/>
    <w:rsid w:val="00176649"/>
    <w:rsid w:val="00176D8E"/>
    <w:rsid w:val="00180BB5"/>
    <w:rsid w:val="00186F07"/>
    <w:rsid w:val="00195787"/>
    <w:rsid w:val="001A49B4"/>
    <w:rsid w:val="001A5825"/>
    <w:rsid w:val="001B01B1"/>
    <w:rsid w:val="001B1BA4"/>
    <w:rsid w:val="001B1E58"/>
    <w:rsid w:val="001B4B3D"/>
    <w:rsid w:val="001B5603"/>
    <w:rsid w:val="001C093A"/>
    <w:rsid w:val="001C3BA7"/>
    <w:rsid w:val="001D1014"/>
    <w:rsid w:val="001D19C5"/>
    <w:rsid w:val="001D2619"/>
    <w:rsid w:val="001D38B7"/>
    <w:rsid w:val="001D4070"/>
    <w:rsid w:val="001D5209"/>
    <w:rsid w:val="001E05CA"/>
    <w:rsid w:val="001E0C45"/>
    <w:rsid w:val="001E23CF"/>
    <w:rsid w:val="001E3308"/>
    <w:rsid w:val="001E447F"/>
    <w:rsid w:val="001E7688"/>
    <w:rsid w:val="001F021D"/>
    <w:rsid w:val="001F0628"/>
    <w:rsid w:val="001F1B18"/>
    <w:rsid w:val="001F22D1"/>
    <w:rsid w:val="001F2D51"/>
    <w:rsid w:val="001F50F5"/>
    <w:rsid w:val="001F7C2E"/>
    <w:rsid w:val="0020490C"/>
    <w:rsid w:val="0021201C"/>
    <w:rsid w:val="0021340F"/>
    <w:rsid w:val="00217177"/>
    <w:rsid w:val="00223882"/>
    <w:rsid w:val="00225C4D"/>
    <w:rsid w:val="002319FE"/>
    <w:rsid w:val="0023291A"/>
    <w:rsid w:val="00236026"/>
    <w:rsid w:val="00237F0F"/>
    <w:rsid w:val="00242E70"/>
    <w:rsid w:val="00244B8C"/>
    <w:rsid w:val="00246AAA"/>
    <w:rsid w:val="00247F28"/>
    <w:rsid w:val="00256598"/>
    <w:rsid w:val="002577AC"/>
    <w:rsid w:val="0026196D"/>
    <w:rsid w:val="002660B2"/>
    <w:rsid w:val="00273F2F"/>
    <w:rsid w:val="00274455"/>
    <w:rsid w:val="00276D60"/>
    <w:rsid w:val="002839E0"/>
    <w:rsid w:val="002844D6"/>
    <w:rsid w:val="002849B4"/>
    <w:rsid w:val="00287179"/>
    <w:rsid w:val="00294F43"/>
    <w:rsid w:val="002A0D26"/>
    <w:rsid w:val="002A7828"/>
    <w:rsid w:val="002B7EAE"/>
    <w:rsid w:val="002C2E87"/>
    <w:rsid w:val="002C3456"/>
    <w:rsid w:val="002C4F0C"/>
    <w:rsid w:val="002C506F"/>
    <w:rsid w:val="002D583D"/>
    <w:rsid w:val="002D63CE"/>
    <w:rsid w:val="002D74BF"/>
    <w:rsid w:val="002E48AF"/>
    <w:rsid w:val="002E5AFD"/>
    <w:rsid w:val="002E5B9A"/>
    <w:rsid w:val="002E783B"/>
    <w:rsid w:val="002F2876"/>
    <w:rsid w:val="002F5D3D"/>
    <w:rsid w:val="002F63EA"/>
    <w:rsid w:val="002F641A"/>
    <w:rsid w:val="002F79CF"/>
    <w:rsid w:val="00303D83"/>
    <w:rsid w:val="00304472"/>
    <w:rsid w:val="0030611B"/>
    <w:rsid w:val="00306F50"/>
    <w:rsid w:val="00307B4E"/>
    <w:rsid w:val="00310AF9"/>
    <w:rsid w:val="003136B2"/>
    <w:rsid w:val="00317D2D"/>
    <w:rsid w:val="00321C8F"/>
    <w:rsid w:val="00322811"/>
    <w:rsid w:val="00325053"/>
    <w:rsid w:val="00325DF2"/>
    <w:rsid w:val="00327EC8"/>
    <w:rsid w:val="003326C3"/>
    <w:rsid w:val="00332F9F"/>
    <w:rsid w:val="0033706A"/>
    <w:rsid w:val="0034187F"/>
    <w:rsid w:val="00344D18"/>
    <w:rsid w:val="003450A1"/>
    <w:rsid w:val="003452F4"/>
    <w:rsid w:val="00347B50"/>
    <w:rsid w:val="0035011D"/>
    <w:rsid w:val="00352580"/>
    <w:rsid w:val="00355A7C"/>
    <w:rsid w:val="0036251F"/>
    <w:rsid w:val="00372699"/>
    <w:rsid w:val="0037364E"/>
    <w:rsid w:val="00373B1A"/>
    <w:rsid w:val="003755B6"/>
    <w:rsid w:val="00380172"/>
    <w:rsid w:val="003802F1"/>
    <w:rsid w:val="00382441"/>
    <w:rsid w:val="00383398"/>
    <w:rsid w:val="00387A58"/>
    <w:rsid w:val="003911AE"/>
    <w:rsid w:val="00391748"/>
    <w:rsid w:val="00393A6B"/>
    <w:rsid w:val="003943E4"/>
    <w:rsid w:val="003955CB"/>
    <w:rsid w:val="00395F54"/>
    <w:rsid w:val="003A4836"/>
    <w:rsid w:val="003B1C09"/>
    <w:rsid w:val="003B1D14"/>
    <w:rsid w:val="003B280D"/>
    <w:rsid w:val="003B2D00"/>
    <w:rsid w:val="003C0A06"/>
    <w:rsid w:val="003C1803"/>
    <w:rsid w:val="003C3BB4"/>
    <w:rsid w:val="003C79F9"/>
    <w:rsid w:val="003C7A0D"/>
    <w:rsid w:val="003C7BE4"/>
    <w:rsid w:val="003D4E45"/>
    <w:rsid w:val="003D64EB"/>
    <w:rsid w:val="003E579E"/>
    <w:rsid w:val="003F06BF"/>
    <w:rsid w:val="003F139D"/>
    <w:rsid w:val="003F2031"/>
    <w:rsid w:val="003F25B9"/>
    <w:rsid w:val="003F486E"/>
    <w:rsid w:val="00400A04"/>
    <w:rsid w:val="004020AF"/>
    <w:rsid w:val="004030D5"/>
    <w:rsid w:val="00404083"/>
    <w:rsid w:val="0040476C"/>
    <w:rsid w:val="004059F3"/>
    <w:rsid w:val="00407CC1"/>
    <w:rsid w:val="00410DF4"/>
    <w:rsid w:val="00410F16"/>
    <w:rsid w:val="00422235"/>
    <w:rsid w:val="004238EA"/>
    <w:rsid w:val="00424A23"/>
    <w:rsid w:val="00433F77"/>
    <w:rsid w:val="004342E6"/>
    <w:rsid w:val="0043567B"/>
    <w:rsid w:val="00437F9E"/>
    <w:rsid w:val="004415CA"/>
    <w:rsid w:val="00450B4F"/>
    <w:rsid w:val="00453A46"/>
    <w:rsid w:val="00454C34"/>
    <w:rsid w:val="00457ABF"/>
    <w:rsid w:val="00461E14"/>
    <w:rsid w:val="00462375"/>
    <w:rsid w:val="00463D81"/>
    <w:rsid w:val="00464886"/>
    <w:rsid w:val="00465E1B"/>
    <w:rsid w:val="00472F1E"/>
    <w:rsid w:val="00474ACF"/>
    <w:rsid w:val="004760EB"/>
    <w:rsid w:val="00482120"/>
    <w:rsid w:val="004824E5"/>
    <w:rsid w:val="004843F3"/>
    <w:rsid w:val="00484FC6"/>
    <w:rsid w:val="00485A7E"/>
    <w:rsid w:val="004872EB"/>
    <w:rsid w:val="00492EBF"/>
    <w:rsid w:val="00493177"/>
    <w:rsid w:val="004A031E"/>
    <w:rsid w:val="004A052D"/>
    <w:rsid w:val="004A1ED9"/>
    <w:rsid w:val="004A26E3"/>
    <w:rsid w:val="004A2F21"/>
    <w:rsid w:val="004A63D6"/>
    <w:rsid w:val="004B1BE3"/>
    <w:rsid w:val="004B2ADB"/>
    <w:rsid w:val="004B2EC4"/>
    <w:rsid w:val="004B681D"/>
    <w:rsid w:val="004C40EB"/>
    <w:rsid w:val="004C4BB8"/>
    <w:rsid w:val="004C5499"/>
    <w:rsid w:val="004C7FE8"/>
    <w:rsid w:val="004D030E"/>
    <w:rsid w:val="004D1CD3"/>
    <w:rsid w:val="004D2CC5"/>
    <w:rsid w:val="004D34D1"/>
    <w:rsid w:val="004E1AEE"/>
    <w:rsid w:val="004E306B"/>
    <w:rsid w:val="004F142B"/>
    <w:rsid w:val="004F21CC"/>
    <w:rsid w:val="004F6AB1"/>
    <w:rsid w:val="0050164B"/>
    <w:rsid w:val="00502B48"/>
    <w:rsid w:val="005054D5"/>
    <w:rsid w:val="0051232C"/>
    <w:rsid w:val="00516631"/>
    <w:rsid w:val="00517D09"/>
    <w:rsid w:val="00520456"/>
    <w:rsid w:val="005253F5"/>
    <w:rsid w:val="00527ABD"/>
    <w:rsid w:val="00530B93"/>
    <w:rsid w:val="00531BCC"/>
    <w:rsid w:val="00534BE0"/>
    <w:rsid w:val="00536815"/>
    <w:rsid w:val="00540CEA"/>
    <w:rsid w:val="00541571"/>
    <w:rsid w:val="00541ED6"/>
    <w:rsid w:val="00543CBB"/>
    <w:rsid w:val="00551BA9"/>
    <w:rsid w:val="005554F5"/>
    <w:rsid w:val="00555DE3"/>
    <w:rsid w:val="005626AB"/>
    <w:rsid w:val="005641B0"/>
    <w:rsid w:val="00564F3E"/>
    <w:rsid w:val="00586C62"/>
    <w:rsid w:val="00590C8A"/>
    <w:rsid w:val="005A2974"/>
    <w:rsid w:val="005A4065"/>
    <w:rsid w:val="005A69E9"/>
    <w:rsid w:val="005A79B3"/>
    <w:rsid w:val="005A7AFB"/>
    <w:rsid w:val="005B037B"/>
    <w:rsid w:val="005C1337"/>
    <w:rsid w:val="005D0C00"/>
    <w:rsid w:val="005D0EFB"/>
    <w:rsid w:val="005D1761"/>
    <w:rsid w:val="005D2876"/>
    <w:rsid w:val="005D44ED"/>
    <w:rsid w:val="005D7DDD"/>
    <w:rsid w:val="005E0A22"/>
    <w:rsid w:val="005E25E8"/>
    <w:rsid w:val="005E2FBC"/>
    <w:rsid w:val="005E3177"/>
    <w:rsid w:val="005E63EC"/>
    <w:rsid w:val="005F0F45"/>
    <w:rsid w:val="005F4029"/>
    <w:rsid w:val="005F6238"/>
    <w:rsid w:val="005F68FA"/>
    <w:rsid w:val="005F71EA"/>
    <w:rsid w:val="00605377"/>
    <w:rsid w:val="00607CA5"/>
    <w:rsid w:val="006106FA"/>
    <w:rsid w:val="006133F8"/>
    <w:rsid w:val="00613C5F"/>
    <w:rsid w:val="00617703"/>
    <w:rsid w:val="00621B20"/>
    <w:rsid w:val="006227D4"/>
    <w:rsid w:val="006238FE"/>
    <w:rsid w:val="00624209"/>
    <w:rsid w:val="00625851"/>
    <w:rsid w:val="00626034"/>
    <w:rsid w:val="00627744"/>
    <w:rsid w:val="00632759"/>
    <w:rsid w:val="00633396"/>
    <w:rsid w:val="00634E85"/>
    <w:rsid w:val="00635864"/>
    <w:rsid w:val="00636C91"/>
    <w:rsid w:val="006377CE"/>
    <w:rsid w:val="006408E0"/>
    <w:rsid w:val="00641162"/>
    <w:rsid w:val="0064154C"/>
    <w:rsid w:val="00643CAF"/>
    <w:rsid w:val="006458F0"/>
    <w:rsid w:val="00646FC5"/>
    <w:rsid w:val="00650D10"/>
    <w:rsid w:val="006579B5"/>
    <w:rsid w:val="006639F1"/>
    <w:rsid w:val="00664153"/>
    <w:rsid w:val="00664780"/>
    <w:rsid w:val="006647F2"/>
    <w:rsid w:val="0066485B"/>
    <w:rsid w:val="00666394"/>
    <w:rsid w:val="0067024E"/>
    <w:rsid w:val="00670253"/>
    <w:rsid w:val="00677856"/>
    <w:rsid w:val="006835D6"/>
    <w:rsid w:val="0068445E"/>
    <w:rsid w:val="00685C04"/>
    <w:rsid w:val="00691AD7"/>
    <w:rsid w:val="00694A0C"/>
    <w:rsid w:val="006A028A"/>
    <w:rsid w:val="006B0D7B"/>
    <w:rsid w:val="006B18F7"/>
    <w:rsid w:val="006B2CDD"/>
    <w:rsid w:val="006B3B08"/>
    <w:rsid w:val="006B5D20"/>
    <w:rsid w:val="006B5E5D"/>
    <w:rsid w:val="006B7A6B"/>
    <w:rsid w:val="006C1E4D"/>
    <w:rsid w:val="006C3611"/>
    <w:rsid w:val="006C554C"/>
    <w:rsid w:val="006C5F5B"/>
    <w:rsid w:val="006C6756"/>
    <w:rsid w:val="006C7068"/>
    <w:rsid w:val="006D645D"/>
    <w:rsid w:val="006D6EFB"/>
    <w:rsid w:val="006D7F86"/>
    <w:rsid w:val="006E3559"/>
    <w:rsid w:val="006F2E0E"/>
    <w:rsid w:val="006F3512"/>
    <w:rsid w:val="006F694B"/>
    <w:rsid w:val="0070032D"/>
    <w:rsid w:val="00704C88"/>
    <w:rsid w:val="00711204"/>
    <w:rsid w:val="007147F7"/>
    <w:rsid w:val="0072279F"/>
    <w:rsid w:val="007254ED"/>
    <w:rsid w:val="00736EAA"/>
    <w:rsid w:val="00741232"/>
    <w:rsid w:val="00744270"/>
    <w:rsid w:val="00754D95"/>
    <w:rsid w:val="007557C0"/>
    <w:rsid w:val="00757C95"/>
    <w:rsid w:val="00761ADF"/>
    <w:rsid w:val="0076206A"/>
    <w:rsid w:val="00770FBD"/>
    <w:rsid w:val="00776960"/>
    <w:rsid w:val="00776AE4"/>
    <w:rsid w:val="00780DD3"/>
    <w:rsid w:val="00782348"/>
    <w:rsid w:val="00782E15"/>
    <w:rsid w:val="007841F0"/>
    <w:rsid w:val="00787415"/>
    <w:rsid w:val="0079269D"/>
    <w:rsid w:val="00796A97"/>
    <w:rsid w:val="007A1CB4"/>
    <w:rsid w:val="007A2076"/>
    <w:rsid w:val="007A4D65"/>
    <w:rsid w:val="007A79D4"/>
    <w:rsid w:val="007B2564"/>
    <w:rsid w:val="007B75C0"/>
    <w:rsid w:val="007C2C98"/>
    <w:rsid w:val="007C3125"/>
    <w:rsid w:val="007C3F5E"/>
    <w:rsid w:val="007C48D8"/>
    <w:rsid w:val="007C65CB"/>
    <w:rsid w:val="007D1CEE"/>
    <w:rsid w:val="007D3027"/>
    <w:rsid w:val="007D3A8B"/>
    <w:rsid w:val="007D4EA4"/>
    <w:rsid w:val="007E2184"/>
    <w:rsid w:val="007E5F21"/>
    <w:rsid w:val="007E617F"/>
    <w:rsid w:val="007E6A6E"/>
    <w:rsid w:val="007F3445"/>
    <w:rsid w:val="007F7FD1"/>
    <w:rsid w:val="0080713C"/>
    <w:rsid w:val="00810F08"/>
    <w:rsid w:val="00813E58"/>
    <w:rsid w:val="00821772"/>
    <w:rsid w:val="00822C71"/>
    <w:rsid w:val="008241E6"/>
    <w:rsid w:val="008260B6"/>
    <w:rsid w:val="0082764C"/>
    <w:rsid w:val="00834DEB"/>
    <w:rsid w:val="008362A6"/>
    <w:rsid w:val="0084216F"/>
    <w:rsid w:val="008440B1"/>
    <w:rsid w:val="0084710C"/>
    <w:rsid w:val="0084789F"/>
    <w:rsid w:val="00850250"/>
    <w:rsid w:val="008524EC"/>
    <w:rsid w:val="00853789"/>
    <w:rsid w:val="008561A9"/>
    <w:rsid w:val="00860649"/>
    <w:rsid w:val="00864852"/>
    <w:rsid w:val="00870708"/>
    <w:rsid w:val="008728FB"/>
    <w:rsid w:val="00872906"/>
    <w:rsid w:val="0087306E"/>
    <w:rsid w:val="0087448F"/>
    <w:rsid w:val="00876841"/>
    <w:rsid w:val="00876A89"/>
    <w:rsid w:val="008773D3"/>
    <w:rsid w:val="00881B55"/>
    <w:rsid w:val="0088257B"/>
    <w:rsid w:val="00892848"/>
    <w:rsid w:val="00893E30"/>
    <w:rsid w:val="00897A20"/>
    <w:rsid w:val="008A2407"/>
    <w:rsid w:val="008A33D9"/>
    <w:rsid w:val="008A35E3"/>
    <w:rsid w:val="008A5D13"/>
    <w:rsid w:val="008B0CB7"/>
    <w:rsid w:val="008B2BAF"/>
    <w:rsid w:val="008B2E54"/>
    <w:rsid w:val="008C2574"/>
    <w:rsid w:val="008C529E"/>
    <w:rsid w:val="008C5697"/>
    <w:rsid w:val="008C6997"/>
    <w:rsid w:val="008D36E8"/>
    <w:rsid w:val="008D5586"/>
    <w:rsid w:val="008D5B3F"/>
    <w:rsid w:val="008E03A2"/>
    <w:rsid w:val="008F21FD"/>
    <w:rsid w:val="008F3559"/>
    <w:rsid w:val="00901B02"/>
    <w:rsid w:val="009032A3"/>
    <w:rsid w:val="0090568A"/>
    <w:rsid w:val="00905A1D"/>
    <w:rsid w:val="009106CD"/>
    <w:rsid w:val="00913158"/>
    <w:rsid w:val="00914DD0"/>
    <w:rsid w:val="0091660D"/>
    <w:rsid w:val="00920E1F"/>
    <w:rsid w:val="009253E0"/>
    <w:rsid w:val="009302CA"/>
    <w:rsid w:val="0093446A"/>
    <w:rsid w:val="00935E2E"/>
    <w:rsid w:val="00937AB8"/>
    <w:rsid w:val="009402C8"/>
    <w:rsid w:val="009407F7"/>
    <w:rsid w:val="009439B8"/>
    <w:rsid w:val="00951D6A"/>
    <w:rsid w:val="00955F5B"/>
    <w:rsid w:val="00956543"/>
    <w:rsid w:val="0095657A"/>
    <w:rsid w:val="009571BA"/>
    <w:rsid w:val="00961699"/>
    <w:rsid w:val="0097609F"/>
    <w:rsid w:val="00976B1D"/>
    <w:rsid w:val="009776B2"/>
    <w:rsid w:val="009835C7"/>
    <w:rsid w:val="0098546F"/>
    <w:rsid w:val="009939E0"/>
    <w:rsid w:val="00996616"/>
    <w:rsid w:val="00996792"/>
    <w:rsid w:val="009A38B5"/>
    <w:rsid w:val="009B03F2"/>
    <w:rsid w:val="009B2D1D"/>
    <w:rsid w:val="009B33C3"/>
    <w:rsid w:val="009B4230"/>
    <w:rsid w:val="009C44ED"/>
    <w:rsid w:val="009C7723"/>
    <w:rsid w:val="009D2127"/>
    <w:rsid w:val="009D325A"/>
    <w:rsid w:val="009D62D7"/>
    <w:rsid w:val="009D7455"/>
    <w:rsid w:val="009D76DB"/>
    <w:rsid w:val="009E23C9"/>
    <w:rsid w:val="009E4CEA"/>
    <w:rsid w:val="009F07F6"/>
    <w:rsid w:val="009F68F6"/>
    <w:rsid w:val="00A04CBD"/>
    <w:rsid w:val="00A06C35"/>
    <w:rsid w:val="00A15B3A"/>
    <w:rsid w:val="00A15C60"/>
    <w:rsid w:val="00A24721"/>
    <w:rsid w:val="00A27ADE"/>
    <w:rsid w:val="00A30E18"/>
    <w:rsid w:val="00A3333F"/>
    <w:rsid w:val="00A33764"/>
    <w:rsid w:val="00A3670F"/>
    <w:rsid w:val="00A37392"/>
    <w:rsid w:val="00A427E2"/>
    <w:rsid w:val="00A4687E"/>
    <w:rsid w:val="00A55694"/>
    <w:rsid w:val="00A61932"/>
    <w:rsid w:val="00A62D6D"/>
    <w:rsid w:val="00A71C10"/>
    <w:rsid w:val="00A71E4C"/>
    <w:rsid w:val="00A71FB3"/>
    <w:rsid w:val="00A770BA"/>
    <w:rsid w:val="00A77D7D"/>
    <w:rsid w:val="00A906CB"/>
    <w:rsid w:val="00A951A9"/>
    <w:rsid w:val="00A96423"/>
    <w:rsid w:val="00AA0075"/>
    <w:rsid w:val="00AA35BF"/>
    <w:rsid w:val="00AA4847"/>
    <w:rsid w:val="00AA4B91"/>
    <w:rsid w:val="00AA59E7"/>
    <w:rsid w:val="00AA600C"/>
    <w:rsid w:val="00AA77B2"/>
    <w:rsid w:val="00AB2D45"/>
    <w:rsid w:val="00AB3796"/>
    <w:rsid w:val="00AB41E5"/>
    <w:rsid w:val="00AC15AB"/>
    <w:rsid w:val="00AC476B"/>
    <w:rsid w:val="00AC5C02"/>
    <w:rsid w:val="00AC5FA7"/>
    <w:rsid w:val="00AC73D5"/>
    <w:rsid w:val="00AC793D"/>
    <w:rsid w:val="00AD1D60"/>
    <w:rsid w:val="00AD1DD7"/>
    <w:rsid w:val="00AD3FAA"/>
    <w:rsid w:val="00AE2A40"/>
    <w:rsid w:val="00AF1CE1"/>
    <w:rsid w:val="00AF546C"/>
    <w:rsid w:val="00B01BB2"/>
    <w:rsid w:val="00B02E31"/>
    <w:rsid w:val="00B11D89"/>
    <w:rsid w:val="00B12D1D"/>
    <w:rsid w:val="00B13CFB"/>
    <w:rsid w:val="00B170D4"/>
    <w:rsid w:val="00B17F9F"/>
    <w:rsid w:val="00B279F8"/>
    <w:rsid w:val="00B31E71"/>
    <w:rsid w:val="00B4240D"/>
    <w:rsid w:val="00B42C78"/>
    <w:rsid w:val="00B44BE7"/>
    <w:rsid w:val="00B453CF"/>
    <w:rsid w:val="00B4645C"/>
    <w:rsid w:val="00B471B7"/>
    <w:rsid w:val="00B5035D"/>
    <w:rsid w:val="00B54565"/>
    <w:rsid w:val="00B547E1"/>
    <w:rsid w:val="00B575A9"/>
    <w:rsid w:val="00B578AC"/>
    <w:rsid w:val="00B60A4A"/>
    <w:rsid w:val="00B61589"/>
    <w:rsid w:val="00B62743"/>
    <w:rsid w:val="00B62D47"/>
    <w:rsid w:val="00B64F99"/>
    <w:rsid w:val="00B66422"/>
    <w:rsid w:val="00B725F4"/>
    <w:rsid w:val="00B72BC9"/>
    <w:rsid w:val="00B76B14"/>
    <w:rsid w:val="00B816BA"/>
    <w:rsid w:val="00B8290F"/>
    <w:rsid w:val="00B84F8C"/>
    <w:rsid w:val="00B87BCF"/>
    <w:rsid w:val="00B90747"/>
    <w:rsid w:val="00B918A9"/>
    <w:rsid w:val="00B931DC"/>
    <w:rsid w:val="00B94684"/>
    <w:rsid w:val="00B971BF"/>
    <w:rsid w:val="00BA0D8D"/>
    <w:rsid w:val="00BA0FD4"/>
    <w:rsid w:val="00BA28F1"/>
    <w:rsid w:val="00BA4085"/>
    <w:rsid w:val="00BA598E"/>
    <w:rsid w:val="00BC2A94"/>
    <w:rsid w:val="00BC40CB"/>
    <w:rsid w:val="00BC6E72"/>
    <w:rsid w:val="00BD04EB"/>
    <w:rsid w:val="00BD3FFF"/>
    <w:rsid w:val="00BD527A"/>
    <w:rsid w:val="00BE2261"/>
    <w:rsid w:val="00BF12E2"/>
    <w:rsid w:val="00BF14DE"/>
    <w:rsid w:val="00BF190C"/>
    <w:rsid w:val="00BF48BB"/>
    <w:rsid w:val="00BF4C0C"/>
    <w:rsid w:val="00BF517B"/>
    <w:rsid w:val="00BF79AD"/>
    <w:rsid w:val="00C01D17"/>
    <w:rsid w:val="00C02C1F"/>
    <w:rsid w:val="00C04BB4"/>
    <w:rsid w:val="00C100A9"/>
    <w:rsid w:val="00C14909"/>
    <w:rsid w:val="00C14F7B"/>
    <w:rsid w:val="00C1664C"/>
    <w:rsid w:val="00C225A9"/>
    <w:rsid w:val="00C302AA"/>
    <w:rsid w:val="00C31316"/>
    <w:rsid w:val="00C3153B"/>
    <w:rsid w:val="00C32847"/>
    <w:rsid w:val="00C32AF5"/>
    <w:rsid w:val="00C3461B"/>
    <w:rsid w:val="00C37308"/>
    <w:rsid w:val="00C41476"/>
    <w:rsid w:val="00C41C1A"/>
    <w:rsid w:val="00C4362F"/>
    <w:rsid w:val="00C45E83"/>
    <w:rsid w:val="00C50A21"/>
    <w:rsid w:val="00C510EA"/>
    <w:rsid w:val="00C52317"/>
    <w:rsid w:val="00C5259C"/>
    <w:rsid w:val="00C53B3D"/>
    <w:rsid w:val="00C57C2A"/>
    <w:rsid w:val="00C62EF2"/>
    <w:rsid w:val="00C708B2"/>
    <w:rsid w:val="00C7502F"/>
    <w:rsid w:val="00C757A0"/>
    <w:rsid w:val="00C82F92"/>
    <w:rsid w:val="00C858CB"/>
    <w:rsid w:val="00C873A1"/>
    <w:rsid w:val="00C91F47"/>
    <w:rsid w:val="00C923DB"/>
    <w:rsid w:val="00C9355F"/>
    <w:rsid w:val="00C953AE"/>
    <w:rsid w:val="00CA5C14"/>
    <w:rsid w:val="00CB306D"/>
    <w:rsid w:val="00CB3970"/>
    <w:rsid w:val="00CB3AEF"/>
    <w:rsid w:val="00CB77FB"/>
    <w:rsid w:val="00CB794A"/>
    <w:rsid w:val="00CB7C52"/>
    <w:rsid w:val="00CC2A41"/>
    <w:rsid w:val="00CC5271"/>
    <w:rsid w:val="00CD07CE"/>
    <w:rsid w:val="00CD37DC"/>
    <w:rsid w:val="00CE201D"/>
    <w:rsid w:val="00CE2BF1"/>
    <w:rsid w:val="00CE6A38"/>
    <w:rsid w:val="00CF2324"/>
    <w:rsid w:val="00CF34DC"/>
    <w:rsid w:val="00CF39D4"/>
    <w:rsid w:val="00CF4DFD"/>
    <w:rsid w:val="00CF4F91"/>
    <w:rsid w:val="00CF50B3"/>
    <w:rsid w:val="00D0106D"/>
    <w:rsid w:val="00D0302D"/>
    <w:rsid w:val="00D04ABE"/>
    <w:rsid w:val="00D05433"/>
    <w:rsid w:val="00D12A0A"/>
    <w:rsid w:val="00D132B4"/>
    <w:rsid w:val="00D14663"/>
    <w:rsid w:val="00D2049C"/>
    <w:rsid w:val="00D21B03"/>
    <w:rsid w:val="00D2328B"/>
    <w:rsid w:val="00D27750"/>
    <w:rsid w:val="00D27CB0"/>
    <w:rsid w:val="00D32F48"/>
    <w:rsid w:val="00D3692F"/>
    <w:rsid w:val="00D373BE"/>
    <w:rsid w:val="00D421A8"/>
    <w:rsid w:val="00D42AAF"/>
    <w:rsid w:val="00D42F7E"/>
    <w:rsid w:val="00D43312"/>
    <w:rsid w:val="00D44390"/>
    <w:rsid w:val="00D452E7"/>
    <w:rsid w:val="00D51CA2"/>
    <w:rsid w:val="00D62260"/>
    <w:rsid w:val="00D74015"/>
    <w:rsid w:val="00D74D78"/>
    <w:rsid w:val="00D829AC"/>
    <w:rsid w:val="00DA3CBD"/>
    <w:rsid w:val="00DA5564"/>
    <w:rsid w:val="00DB2DE0"/>
    <w:rsid w:val="00DB4D4B"/>
    <w:rsid w:val="00DB561C"/>
    <w:rsid w:val="00DB75A8"/>
    <w:rsid w:val="00DB7D8F"/>
    <w:rsid w:val="00DC070B"/>
    <w:rsid w:val="00DC0A98"/>
    <w:rsid w:val="00DC29C9"/>
    <w:rsid w:val="00DC2F41"/>
    <w:rsid w:val="00DC65F1"/>
    <w:rsid w:val="00DD0242"/>
    <w:rsid w:val="00DD08D3"/>
    <w:rsid w:val="00DD38E4"/>
    <w:rsid w:val="00DD3CAA"/>
    <w:rsid w:val="00DD4E6B"/>
    <w:rsid w:val="00DF4D6A"/>
    <w:rsid w:val="00DF4FC4"/>
    <w:rsid w:val="00E017E8"/>
    <w:rsid w:val="00E02A7B"/>
    <w:rsid w:val="00E04317"/>
    <w:rsid w:val="00E04AFF"/>
    <w:rsid w:val="00E07057"/>
    <w:rsid w:val="00E12184"/>
    <w:rsid w:val="00E15A64"/>
    <w:rsid w:val="00E17B96"/>
    <w:rsid w:val="00E17C1C"/>
    <w:rsid w:val="00E24C48"/>
    <w:rsid w:val="00E25062"/>
    <w:rsid w:val="00E348D4"/>
    <w:rsid w:val="00E356F2"/>
    <w:rsid w:val="00E40304"/>
    <w:rsid w:val="00E4394D"/>
    <w:rsid w:val="00E45561"/>
    <w:rsid w:val="00E46C44"/>
    <w:rsid w:val="00E46DD2"/>
    <w:rsid w:val="00E46FB2"/>
    <w:rsid w:val="00E474A2"/>
    <w:rsid w:val="00E5196C"/>
    <w:rsid w:val="00E51BAE"/>
    <w:rsid w:val="00E55262"/>
    <w:rsid w:val="00E60056"/>
    <w:rsid w:val="00E63EEE"/>
    <w:rsid w:val="00E656FF"/>
    <w:rsid w:val="00E65DAA"/>
    <w:rsid w:val="00E67B05"/>
    <w:rsid w:val="00E73817"/>
    <w:rsid w:val="00E7458E"/>
    <w:rsid w:val="00E74FC7"/>
    <w:rsid w:val="00E80232"/>
    <w:rsid w:val="00E8129F"/>
    <w:rsid w:val="00E821D4"/>
    <w:rsid w:val="00E8474B"/>
    <w:rsid w:val="00E90886"/>
    <w:rsid w:val="00E92430"/>
    <w:rsid w:val="00E93B20"/>
    <w:rsid w:val="00E9496D"/>
    <w:rsid w:val="00E968CC"/>
    <w:rsid w:val="00EA1536"/>
    <w:rsid w:val="00EA24BD"/>
    <w:rsid w:val="00EB05B8"/>
    <w:rsid w:val="00EB1A86"/>
    <w:rsid w:val="00EB3317"/>
    <w:rsid w:val="00EB5736"/>
    <w:rsid w:val="00EB7753"/>
    <w:rsid w:val="00EB7C41"/>
    <w:rsid w:val="00EC2045"/>
    <w:rsid w:val="00EC394A"/>
    <w:rsid w:val="00ED2CB2"/>
    <w:rsid w:val="00ED40F0"/>
    <w:rsid w:val="00EE1D15"/>
    <w:rsid w:val="00EE2088"/>
    <w:rsid w:val="00EE216F"/>
    <w:rsid w:val="00EF12FF"/>
    <w:rsid w:val="00EF63E1"/>
    <w:rsid w:val="00EF74BD"/>
    <w:rsid w:val="00EF75CA"/>
    <w:rsid w:val="00F02932"/>
    <w:rsid w:val="00F12E63"/>
    <w:rsid w:val="00F15CC3"/>
    <w:rsid w:val="00F212FB"/>
    <w:rsid w:val="00F2139F"/>
    <w:rsid w:val="00F23C7B"/>
    <w:rsid w:val="00F24773"/>
    <w:rsid w:val="00F30648"/>
    <w:rsid w:val="00F34730"/>
    <w:rsid w:val="00F42101"/>
    <w:rsid w:val="00F421D9"/>
    <w:rsid w:val="00F44472"/>
    <w:rsid w:val="00F515EA"/>
    <w:rsid w:val="00F53138"/>
    <w:rsid w:val="00F6155C"/>
    <w:rsid w:val="00F616E5"/>
    <w:rsid w:val="00F61BBC"/>
    <w:rsid w:val="00F641D0"/>
    <w:rsid w:val="00F645ED"/>
    <w:rsid w:val="00F66365"/>
    <w:rsid w:val="00F704BD"/>
    <w:rsid w:val="00F72690"/>
    <w:rsid w:val="00F726DF"/>
    <w:rsid w:val="00F75D89"/>
    <w:rsid w:val="00F76BA4"/>
    <w:rsid w:val="00F80694"/>
    <w:rsid w:val="00F811A8"/>
    <w:rsid w:val="00F83C17"/>
    <w:rsid w:val="00F84212"/>
    <w:rsid w:val="00F85F76"/>
    <w:rsid w:val="00F92F1E"/>
    <w:rsid w:val="00F96894"/>
    <w:rsid w:val="00F96DB9"/>
    <w:rsid w:val="00FA3629"/>
    <w:rsid w:val="00FA508F"/>
    <w:rsid w:val="00FA573E"/>
    <w:rsid w:val="00FA6F85"/>
    <w:rsid w:val="00FB14BE"/>
    <w:rsid w:val="00FB2161"/>
    <w:rsid w:val="00FB4334"/>
    <w:rsid w:val="00FC0C8C"/>
    <w:rsid w:val="00FC36FC"/>
    <w:rsid w:val="00FD6D0C"/>
    <w:rsid w:val="00FD786F"/>
    <w:rsid w:val="00FE2A96"/>
    <w:rsid w:val="00FF03BA"/>
    <w:rsid w:val="00FF3188"/>
    <w:rsid w:val="00FF6925"/>
    <w:rsid w:val="048519B7"/>
    <w:rsid w:val="093622EB"/>
    <w:rsid w:val="0BDC6529"/>
    <w:rsid w:val="168B626A"/>
    <w:rsid w:val="18372745"/>
    <w:rsid w:val="1A851F72"/>
    <w:rsid w:val="209D15A4"/>
    <w:rsid w:val="253B27E5"/>
    <w:rsid w:val="2DB8419B"/>
    <w:rsid w:val="2F531794"/>
    <w:rsid w:val="31872356"/>
    <w:rsid w:val="348E3489"/>
    <w:rsid w:val="438B1877"/>
    <w:rsid w:val="659E01F3"/>
    <w:rsid w:val="659E3BF3"/>
    <w:rsid w:val="6EC2360B"/>
    <w:rsid w:val="78E75022"/>
    <w:rsid w:val="7A3550D9"/>
    <w:rsid w:val="7E812E30"/>
    <w:rsid w:val="7EAB6D6B"/>
    <w:rsid w:val="7EEC5E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spacing w:before="120" w:after="360" w:line="480" w:lineRule="exact"/>
      <w:contextualSpacing/>
      <w:jc w:val="center"/>
      <w:outlineLvl w:val="0"/>
    </w:pPr>
    <w:rPr>
      <w:rFonts w:ascii="Times New Roman" w:hAnsi="Times New Roman" w:eastAsia="微软雅黑" w:cs="Times New Roman"/>
      <w:b/>
      <w:bCs/>
      <w:iCs/>
      <w:color w:val="0F243E"/>
      <w:sz w:val="32"/>
      <w:szCs w:val="2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jc w:val="center"/>
    </w:pPr>
    <w:rPr>
      <w:sz w:val="36"/>
      <w:szCs w:val="20"/>
    </w:rPr>
  </w:style>
  <w:style w:type="paragraph" w:styleId="4">
    <w:name w:val="Body Text Indent"/>
    <w:basedOn w:val="1"/>
    <w:link w:val="18"/>
    <w:uiPriority w:val="0"/>
    <w:pPr>
      <w:spacing w:after="120"/>
      <w:ind w:left="420" w:leftChars="200"/>
    </w:pPr>
    <w:rPr>
      <w:rFonts w:ascii="Times New Roman" w:hAnsi="Times New Roman" w:cs="Times New Roman"/>
      <w:kern w:val="2"/>
      <w:sz w:val="21"/>
    </w:rPr>
  </w:style>
  <w:style w:type="paragraph" w:styleId="5">
    <w:name w:val="Date"/>
    <w:basedOn w:val="1"/>
    <w:next w:val="1"/>
    <w:uiPriority w:val="0"/>
    <w:pPr>
      <w:ind w:left="100" w:leftChars="2500"/>
    </w:pPr>
  </w:style>
  <w:style w:type="paragraph" w:styleId="6">
    <w:name w:val="Balloon Text"/>
    <w:basedOn w:val="1"/>
    <w:link w:val="19"/>
    <w:uiPriority w:val="0"/>
    <w:rPr>
      <w:rFonts w:ascii="Times New Roman" w:hAnsi="Times New Roman" w:cs="Times New Roman"/>
      <w:kern w:val="2"/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paragraph" w:styleId="9">
    <w:name w:val="Normal (Web)"/>
    <w:basedOn w:val="1"/>
    <w:uiPriority w:val="99"/>
    <w:pPr>
      <w:spacing w:before="100" w:beforeAutospacing="1" w:after="100" w:afterAutospacing="1"/>
    </w:p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page number"/>
    <w:qFormat/>
    <w:uiPriority w:val="0"/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标题 1 Char"/>
    <w:link w:val="2"/>
    <w:uiPriority w:val="9"/>
    <w:rPr>
      <w:rFonts w:eastAsia="微软雅黑"/>
      <w:b/>
      <w:bCs/>
      <w:iCs/>
      <w:color w:val="0F243E"/>
      <w:sz w:val="32"/>
      <w:szCs w:val="22"/>
    </w:rPr>
  </w:style>
  <w:style w:type="character" w:customStyle="1" w:styleId="18">
    <w:name w:val="正文文本缩进 Char"/>
    <w:link w:val="4"/>
    <w:uiPriority w:val="0"/>
    <w:rPr>
      <w:kern w:val="2"/>
      <w:sz w:val="21"/>
      <w:szCs w:val="24"/>
    </w:rPr>
  </w:style>
  <w:style w:type="character" w:customStyle="1" w:styleId="19">
    <w:name w:val="批注框文本 Char"/>
    <w:link w:val="6"/>
    <w:uiPriority w:val="0"/>
    <w:rPr>
      <w:kern w:val="2"/>
      <w:sz w:val="18"/>
      <w:szCs w:val="18"/>
    </w:rPr>
  </w:style>
  <w:style w:type="character" w:customStyle="1" w:styleId="20">
    <w:name w:val="页眉 Char"/>
    <w:link w:val="8"/>
    <w:uiPriority w:val="0"/>
    <w:rPr>
      <w:kern w:val="2"/>
      <w:sz w:val="18"/>
      <w:szCs w:val="18"/>
    </w:rPr>
  </w:style>
  <w:style w:type="character" w:customStyle="1" w:styleId="21">
    <w:name w:val="bjh-p"/>
    <w:qFormat/>
    <w:uiPriority w:val="0"/>
  </w:style>
  <w:style w:type="character" w:customStyle="1" w:styleId="22">
    <w:name w:val="f-141"/>
    <w:uiPriority w:val="0"/>
    <w:rPr>
      <w:sz w:val="21"/>
      <w:szCs w:val="21"/>
    </w:rPr>
  </w:style>
  <w:style w:type="character" w:customStyle="1" w:styleId="23">
    <w:name w:val="content-right_8zs40"/>
    <w:basedOn w:val="12"/>
    <w:qFormat/>
    <w:uiPriority w:val="0"/>
  </w:style>
  <w:style w:type="paragraph" w:styleId="2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cf\Application%20Data\Microsoft\Templates\&#20140;&#25945;&#12308;2005&#12309;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京教〔2005〕号</Template>
  <Company>Hewlett-Packard Company</Company>
  <Pages>1</Pages>
  <Words>2282</Words>
  <Characters>2591</Characters>
  <Lines>24</Lines>
  <Paragraphs>6</Paragraphs>
  <TotalTime>1</TotalTime>
  <ScaleCrop>false</ScaleCrop>
  <LinksUpToDate>false</LinksUpToDate>
  <CharactersWithSpaces>2864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2024-06-14T06:17:00Z</dcterms:created>
  <dc:creator>wcf</dc:creator>
  <cp:lastModifiedBy>企业用户_458770948</cp:lastModifiedBy>
  <cp:lastPrinted>2024-04-26T03:55:00Z</cp:lastPrinted>
  <dcterms:modified xsi:type="dcterms:W3CDTF">2024-06-14T09:00:10Z</dcterms:modified>
  <dc:title>京教〔2003〕号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CF7F88F5176F4C2B9F98684DFAB3295C</vt:lpwstr>
  </property>
</Properties>
</file>